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0C" w:rsidRPr="0098499D" w:rsidRDefault="00CD620C" w:rsidP="00CD62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</w:t>
      </w:r>
      <w:r w:rsidRPr="00984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5F27">
        <w:rPr>
          <w:rFonts w:ascii="Times New Roman" w:hAnsi="Times New Roman" w:cs="Times New Roman"/>
          <w:b/>
          <w:sz w:val="24"/>
          <w:szCs w:val="24"/>
        </w:rPr>
        <w:t>5.</w:t>
      </w:r>
      <w:r w:rsidRPr="0098499D">
        <w:rPr>
          <w:rFonts w:ascii="Times New Roman" w:hAnsi="Times New Roman" w:cs="Times New Roman"/>
          <w:b/>
          <w:sz w:val="24"/>
          <w:szCs w:val="24"/>
        </w:rPr>
        <w:t>2</w:t>
      </w:r>
      <w:r w:rsidR="00905F27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Scheda di lavoro</w:t>
      </w:r>
    </w:p>
    <w:p w:rsidR="00CD620C" w:rsidRPr="00282FAC" w:rsidRDefault="00CD620C" w:rsidP="00CD620C">
      <w:pPr>
        <w:rPr>
          <w:rFonts w:ascii="Times New Roman" w:hAnsi="Times New Roman" w:cs="Times New Roman"/>
          <w:i/>
          <w:sz w:val="24"/>
          <w:szCs w:val="24"/>
        </w:rPr>
      </w:pPr>
      <w:r w:rsidRPr="00282FAC">
        <w:rPr>
          <w:rFonts w:ascii="Times New Roman" w:hAnsi="Times New Roman" w:cs="Times New Roman"/>
          <w:i/>
          <w:sz w:val="24"/>
          <w:szCs w:val="24"/>
        </w:rPr>
        <w:t>Colorazione delle facce di un poliedro</w:t>
      </w:r>
    </w:p>
    <w:p w:rsidR="00CD620C" w:rsidRDefault="00CD620C" w:rsidP="00CD62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vero, secondo te, che solidi con più facce esigono più colori? …………………</w:t>
      </w:r>
    </w:p>
    <w:p w:rsidR="00CD620C" w:rsidRPr="00B708C0" w:rsidRDefault="00CD620C" w:rsidP="00CD620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976"/>
        <w:gridCol w:w="3119"/>
      </w:tblGrid>
      <w:tr w:rsidR="00CD620C" w:rsidRPr="00B708C0" w:rsidTr="00547698">
        <w:trPr>
          <w:trHeight w:val="567"/>
        </w:trPr>
        <w:tc>
          <w:tcPr>
            <w:tcW w:w="2802" w:type="dxa"/>
            <w:tcBorders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b/>
                <w:sz w:val="24"/>
                <w:szCs w:val="24"/>
                <w:lang w:bidi="x-none"/>
              </w:rPr>
              <w:t>Nome del solido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b/>
                <w:sz w:val="24"/>
                <w:szCs w:val="24"/>
                <w:lang w:bidi="x-none"/>
              </w:rPr>
              <w:t>Numero lati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x-none"/>
              </w:rPr>
              <w:t xml:space="preserve"> </w:t>
            </w:r>
            <w:r w:rsidRPr="00B708C0">
              <w:rPr>
                <w:rFonts w:ascii="Times New Roman" w:hAnsi="Times New Roman" w:cs="Times New Roman"/>
                <w:b/>
                <w:sz w:val="24"/>
                <w:szCs w:val="24"/>
                <w:lang w:bidi="x-none"/>
              </w:rPr>
              <w:t>della faccia caratteristica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b/>
                <w:sz w:val="24"/>
                <w:szCs w:val="24"/>
                <w:lang w:bidi="x-none"/>
              </w:rPr>
              <w:t>Numero minimo di colori necessario</w:t>
            </w: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cubo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tetraedro</w:t>
            </w:r>
          </w:p>
        </w:tc>
        <w:tc>
          <w:tcPr>
            <w:tcW w:w="2976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3</w:t>
            </w:r>
          </w:p>
        </w:tc>
        <w:tc>
          <w:tcPr>
            <w:tcW w:w="3119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prisma triangolare</w:t>
            </w:r>
          </w:p>
        </w:tc>
        <w:tc>
          <w:tcPr>
            <w:tcW w:w="2976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3</w:t>
            </w:r>
          </w:p>
        </w:tc>
        <w:tc>
          <w:tcPr>
            <w:tcW w:w="3119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prisma pentagonale</w:t>
            </w:r>
          </w:p>
        </w:tc>
        <w:tc>
          <w:tcPr>
            <w:tcW w:w="2976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5</w:t>
            </w:r>
          </w:p>
        </w:tc>
        <w:tc>
          <w:tcPr>
            <w:tcW w:w="3119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prisma esagonale</w:t>
            </w:r>
          </w:p>
        </w:tc>
        <w:tc>
          <w:tcPr>
            <w:tcW w:w="2976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6</w:t>
            </w:r>
          </w:p>
        </w:tc>
        <w:tc>
          <w:tcPr>
            <w:tcW w:w="3119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piramide quadrangolare</w:t>
            </w:r>
          </w:p>
        </w:tc>
        <w:tc>
          <w:tcPr>
            <w:tcW w:w="2976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4</w:t>
            </w:r>
          </w:p>
        </w:tc>
        <w:tc>
          <w:tcPr>
            <w:tcW w:w="3119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piramide pentagonale</w:t>
            </w:r>
          </w:p>
        </w:tc>
        <w:tc>
          <w:tcPr>
            <w:tcW w:w="2976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5</w:t>
            </w:r>
          </w:p>
        </w:tc>
        <w:tc>
          <w:tcPr>
            <w:tcW w:w="3119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piramide esagonale</w:t>
            </w:r>
          </w:p>
        </w:tc>
        <w:tc>
          <w:tcPr>
            <w:tcW w:w="2976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6</w:t>
            </w:r>
          </w:p>
        </w:tc>
        <w:tc>
          <w:tcPr>
            <w:tcW w:w="3119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prisma 17-gonale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17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tcBorders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piramide 18-gonale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tcBorders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prisma (2n)-agonale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tcBorders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prisma (2n+1)-agonale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tcBorders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piramide (2n)-agonale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  <w:tr w:rsidR="00CD620C" w:rsidRPr="00B708C0" w:rsidTr="00547698">
        <w:trPr>
          <w:trHeight w:val="567"/>
        </w:trPr>
        <w:tc>
          <w:tcPr>
            <w:tcW w:w="2802" w:type="dxa"/>
            <w:tcBorders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  <w:r w:rsidRPr="00B708C0">
              <w:rPr>
                <w:rFonts w:ascii="Times New Roman" w:hAnsi="Times New Roman" w:cs="Times New Roman"/>
                <w:sz w:val="24"/>
                <w:szCs w:val="24"/>
                <w:lang w:bidi="x-none"/>
              </w:rPr>
              <w:t>piramide (2n+1)-agonale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0C" w:rsidRPr="00B708C0" w:rsidRDefault="00CD620C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x-none"/>
              </w:rPr>
            </w:pPr>
          </w:p>
        </w:tc>
      </w:tr>
    </w:tbl>
    <w:p w:rsidR="00CD620C" w:rsidRPr="00B708C0" w:rsidRDefault="00CD620C" w:rsidP="00CD620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D620C" w:rsidRPr="00B708C0" w:rsidRDefault="00CD620C" w:rsidP="00CD620C">
      <w:pPr>
        <w:spacing w:after="360"/>
        <w:rPr>
          <w:rFonts w:ascii="Times New Roman" w:hAnsi="Times New Roman" w:cs="Times New Roman"/>
          <w:sz w:val="24"/>
          <w:szCs w:val="24"/>
        </w:rPr>
      </w:pPr>
      <w:r w:rsidRPr="00B708C0">
        <w:rPr>
          <w:rFonts w:ascii="Times New Roman" w:hAnsi="Times New Roman" w:cs="Times New Roman"/>
          <w:sz w:val="24"/>
          <w:szCs w:val="24"/>
        </w:rPr>
        <w:t>Consideri corretta la tua risposta iniziale? Se no, come la correggeresti?</w:t>
      </w:r>
    </w:p>
    <w:p w:rsidR="00CD620C" w:rsidRPr="00B708C0" w:rsidRDefault="00CD620C" w:rsidP="00CD620C">
      <w:pPr>
        <w:spacing w:after="360"/>
        <w:rPr>
          <w:rFonts w:ascii="Times New Roman" w:hAnsi="Times New Roman" w:cs="Times New Roman"/>
          <w:sz w:val="24"/>
          <w:szCs w:val="24"/>
        </w:rPr>
      </w:pPr>
      <w:r w:rsidRPr="00B708C0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5934B4" w:rsidRDefault="00CD620C" w:rsidP="00CD620C">
      <w:r w:rsidRPr="00B708C0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sectPr w:rsidR="005934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0C"/>
    <w:rsid w:val="005934B4"/>
    <w:rsid w:val="00905F27"/>
    <w:rsid w:val="00CD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7AD131"/>
  <w15:chartTrackingRefBased/>
  <w15:docId w15:val="{9F007256-CD25-4B0F-9AFD-5783C05F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62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>Servizio Informatico TI-EDU - USI-SUPSI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Panero Monica</dc:creator>
  <cp:keywords/>
  <dc:description/>
  <cp:lastModifiedBy>Panero Monica</cp:lastModifiedBy>
  <cp:revision>2</cp:revision>
  <dcterms:created xsi:type="dcterms:W3CDTF">2018-11-29T15:03:00Z</dcterms:created>
  <dcterms:modified xsi:type="dcterms:W3CDTF">2019-03-20T17:23:00Z</dcterms:modified>
</cp:coreProperties>
</file>